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B64DD5" w:rsidR="00903921" w:rsidP="00903921" w:rsidRDefault="00903921" w14:paraId="38FE252C" w14:textId="77777777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40EC6" w:rsidP="00B86FCC" w:rsidRDefault="00940EC6" w14:paraId="6D3A91D5" w14:textId="56092F72">
      <w:pPr>
        <w:pStyle w:val="Bulleted1"/>
        <w:rPr>
          <w:rFonts w:ascii="Arial" w:hAnsi="Arial"/>
        </w:rPr>
      </w:pPr>
      <w:r>
        <w:rPr>
          <w:rFonts w:ascii="Arial" w:hAnsi="Arial"/>
        </w:rPr>
        <w:t>de ganse urinoirsturing worden in opbouw, achter het urinoir</w:t>
      </w:r>
      <w:r w:rsidR="00671EEA">
        <w:rPr>
          <w:rFonts w:ascii="Arial" w:hAnsi="Arial"/>
        </w:rPr>
        <w:t xml:space="preserve"> (met horizontale ingang en horizontale uitgang)</w:t>
      </w:r>
      <w:r>
        <w:rPr>
          <w:rFonts w:ascii="Arial" w:hAnsi="Arial"/>
        </w:rPr>
        <w:t>, verdoken opgesteld</w:t>
      </w:r>
    </w:p>
    <w:p w:rsidR="0022369B" w:rsidP="004F2018" w:rsidRDefault="009028C1" w14:paraId="08E4CED2" w14:textId="288C8126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h</w:t>
      </w:r>
      <w:r w:rsidRPr="00940EC6" w:rsidR="008E32CD">
        <w:rPr>
          <w:rFonts w:ascii="Arial" w:hAnsi="Arial"/>
        </w:rPr>
        <w:t>et water</w:t>
      </w:r>
      <w:r w:rsidRPr="00940EC6">
        <w:rPr>
          <w:rFonts w:ascii="Arial" w:hAnsi="Arial"/>
        </w:rPr>
        <w:t>toevoerstuk</w:t>
      </w:r>
      <w:r w:rsidRPr="00940EC6" w:rsidR="002B463C">
        <w:rPr>
          <w:rFonts w:ascii="Arial" w:hAnsi="Arial"/>
        </w:rPr>
        <w:t xml:space="preserve"> </w:t>
      </w:r>
      <w:r w:rsidRPr="00940EC6">
        <w:rPr>
          <w:rFonts w:ascii="Arial" w:hAnsi="Arial"/>
        </w:rPr>
        <w:t>voor aansluiting aan de watertoev</w:t>
      </w:r>
      <w:r w:rsidRPr="00940EC6" w:rsidR="00AA3690">
        <w:rPr>
          <w:rFonts w:ascii="Arial" w:hAnsi="Arial"/>
        </w:rPr>
        <w:t xml:space="preserve">oerleiding heeft een ½” ingang en een ½” uitgang, beide </w:t>
      </w:r>
      <w:r w:rsidRPr="00940EC6" w:rsidR="002002B6">
        <w:rPr>
          <w:rFonts w:ascii="Arial" w:hAnsi="Arial"/>
        </w:rPr>
        <w:t>met buitendraad</w:t>
      </w:r>
      <w:r w:rsidRPr="00940EC6" w:rsidR="003A2C22">
        <w:rPr>
          <w:rFonts w:ascii="Arial" w:hAnsi="Arial"/>
        </w:rPr>
        <w:t xml:space="preserve">, wordt gebruikt voor </w:t>
      </w:r>
      <w:r w:rsidRPr="00940EC6" w:rsidR="004848F4">
        <w:rPr>
          <w:rFonts w:ascii="Arial" w:hAnsi="Arial"/>
        </w:rPr>
        <w:t>urinoirs met ½” aansluiting langs achter</w:t>
      </w:r>
    </w:p>
    <w:p w:rsidR="00965105" w:rsidP="00940EC6" w:rsidRDefault="00FA1E65" w14:paraId="0285D53B" w14:textId="473DBA6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facultatief wordt </w:t>
      </w:r>
      <w:r w:rsidRPr="00940EC6" w:rsidR="00D63486">
        <w:rPr>
          <w:rFonts w:ascii="Arial" w:hAnsi="Arial"/>
        </w:rPr>
        <w:t xml:space="preserve">een kunststof </w:t>
      </w:r>
      <w:r w:rsidRPr="00940EC6" w:rsidR="00F75114">
        <w:rPr>
          <w:rFonts w:ascii="Arial" w:hAnsi="Arial"/>
        </w:rPr>
        <w:t>overgangsstuk</w:t>
      </w:r>
      <w:r w:rsidRPr="00940EC6" w:rsidR="00567E53">
        <w:rPr>
          <w:rFonts w:ascii="Arial" w:hAnsi="Arial"/>
        </w:rPr>
        <w:t xml:space="preserve"> (</w:t>
      </w:r>
      <w:r w:rsidRPr="00940EC6" w:rsidR="00F75114">
        <w:rPr>
          <w:rFonts w:ascii="Arial" w:hAnsi="Arial"/>
        </w:rPr>
        <w:t>½” buitendraad</w:t>
      </w:r>
      <w:r w:rsidRPr="00940EC6" w:rsidR="004C4B7D">
        <w:rPr>
          <w:rFonts w:ascii="Arial" w:hAnsi="Arial"/>
        </w:rPr>
        <w:t xml:space="preserve"> / EPDM lippendichting </w:t>
      </w:r>
      <w:r w:rsidRPr="00940EC6">
        <w:rPr>
          <w:rFonts w:ascii="Arial" w:hAnsi="Arial"/>
        </w:rPr>
        <w:br/>
      </w:r>
      <w:r w:rsidRPr="00940EC6" w:rsidR="004C4B7D">
        <w:rPr>
          <w:rFonts w:ascii="Arial" w:hAnsi="Arial"/>
        </w:rPr>
        <w:t>32 mm</w:t>
      </w:r>
      <w:r w:rsidRPr="00940EC6" w:rsidR="00567E53">
        <w:rPr>
          <w:rFonts w:ascii="Arial" w:hAnsi="Arial"/>
        </w:rPr>
        <w:t>)</w:t>
      </w:r>
      <w:r w:rsidRPr="00940EC6" w:rsidR="004C4B7D">
        <w:rPr>
          <w:rFonts w:ascii="Arial" w:hAnsi="Arial"/>
        </w:rPr>
        <w:t xml:space="preserve"> gebruikt voor </w:t>
      </w:r>
      <w:r w:rsidRPr="00940EC6" w:rsidR="00567E53">
        <w:rPr>
          <w:rFonts w:ascii="Arial" w:hAnsi="Arial"/>
        </w:rPr>
        <w:t xml:space="preserve">urinoirs met </w:t>
      </w:r>
      <w:r w:rsidRPr="00940EC6" w:rsidR="00471EA9">
        <w:rPr>
          <w:rFonts w:ascii="Arial" w:hAnsi="Arial"/>
        </w:rPr>
        <w:t xml:space="preserve">een watertoevoer, met </w:t>
      </w:r>
      <w:r w:rsidRPr="00940EC6" w:rsidR="003A2C22">
        <w:rPr>
          <w:rFonts w:ascii="Arial" w:hAnsi="Arial"/>
        </w:rPr>
        <w:t>insteekverbinding, langs achter</w:t>
      </w:r>
    </w:p>
    <w:p w:rsidR="002002B6" w:rsidP="00940EC6" w:rsidRDefault="009007E2" w14:paraId="07F20EC0" w14:textId="2688B947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tussen de ingang en uitgang van het watertoevoerstuk </w:t>
      </w:r>
      <w:r w:rsidRPr="00940EC6" w:rsidR="00794202">
        <w:rPr>
          <w:rFonts w:ascii="Arial" w:hAnsi="Arial"/>
        </w:rPr>
        <w:t>is</w:t>
      </w:r>
      <w:r w:rsidRPr="00940EC6">
        <w:rPr>
          <w:rFonts w:ascii="Arial" w:hAnsi="Arial"/>
        </w:rPr>
        <w:t xml:space="preserve"> een magneetventiel</w:t>
      </w:r>
      <w:r w:rsidRPr="00940EC6" w:rsidR="00794202">
        <w:rPr>
          <w:rFonts w:ascii="Arial" w:hAnsi="Arial"/>
        </w:rPr>
        <w:t xml:space="preserve"> geschroefd</w:t>
      </w:r>
    </w:p>
    <w:p w:rsidR="005D5583" w:rsidP="00940EC6" w:rsidRDefault="005D5583" w14:paraId="7BD57D76" w14:textId="793EE138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 xml:space="preserve">het magneetventiel wordt </w:t>
      </w:r>
      <w:r w:rsidRPr="00940EC6" w:rsidR="00E321D3">
        <w:rPr>
          <w:rFonts w:ascii="Arial" w:hAnsi="Arial"/>
        </w:rPr>
        <w:t>aangestuurd door een elektronische module</w:t>
      </w:r>
      <w:r w:rsidRPr="00940EC6" w:rsidR="005532AD">
        <w:rPr>
          <w:rFonts w:ascii="Arial" w:hAnsi="Arial"/>
        </w:rPr>
        <w:t>, inclusief voeding,</w:t>
      </w:r>
      <w:r w:rsidRPr="00940EC6" w:rsidR="007537FF">
        <w:rPr>
          <w:rFonts w:ascii="Arial" w:hAnsi="Arial"/>
        </w:rPr>
        <w:t xml:space="preserve"> dat bevestigd wordt op het water</w:t>
      </w:r>
      <w:r w:rsidRPr="00940EC6" w:rsidR="00B945F2">
        <w:rPr>
          <w:rFonts w:ascii="Arial" w:hAnsi="Arial"/>
        </w:rPr>
        <w:t>toevoerstuk</w:t>
      </w:r>
    </w:p>
    <w:p w:rsidRPr="00940EC6" w:rsidR="00B945F2" w:rsidP="00940EC6" w:rsidRDefault="00B945F2" w14:paraId="397D7FF3" w14:textId="337106CF">
      <w:pPr>
        <w:pStyle w:val="Bulleted2"/>
        <w:rPr>
          <w:rFonts w:ascii="Arial" w:hAnsi="Arial"/>
        </w:rPr>
      </w:pPr>
      <w:r w:rsidRPr="00940EC6">
        <w:rPr>
          <w:rFonts w:ascii="Arial" w:hAnsi="Arial"/>
        </w:rPr>
        <w:t>de sensoren</w:t>
      </w:r>
      <w:r w:rsidR="00D42851">
        <w:rPr>
          <w:rFonts w:ascii="Arial" w:hAnsi="Arial"/>
        </w:rPr>
        <w:t>, een temperatuur- en geleidbaarheidssensor,</w:t>
      </w:r>
      <w:r w:rsidRPr="00940EC6">
        <w:rPr>
          <w:rFonts w:ascii="Arial" w:hAnsi="Arial"/>
        </w:rPr>
        <w:t xml:space="preserve"> </w:t>
      </w:r>
      <w:r w:rsidRPr="00940EC6" w:rsidR="00EF6260">
        <w:rPr>
          <w:rFonts w:ascii="Arial" w:hAnsi="Arial"/>
        </w:rPr>
        <w:t>van de elektronische module zitten in de urinoirsifon</w:t>
      </w:r>
      <w:r w:rsidRPr="00940EC6" w:rsidR="00DD3192">
        <w:rPr>
          <w:rFonts w:ascii="Arial" w:hAnsi="Arial"/>
        </w:rPr>
        <w:t>, die een horizontale in- en uitgang heeft</w:t>
      </w:r>
    </w:p>
    <w:p w:rsidRPr="00B64DD5" w:rsidR="00297424" w:rsidP="00297424" w:rsidRDefault="00297424" w14:paraId="1C93C271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Pr="00981C24" w:rsidR="00B86FCC" w:rsidP="00B86FCC" w:rsidRDefault="00B86FCC" w14:paraId="6B971E53" w14:textId="77777777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P="00F97930" w:rsidRDefault="006C69D1" w14:paraId="1F73359D" w14:textId="4D99C235">
      <w:pPr>
        <w:pStyle w:val="Bulleted1"/>
        <w:rPr>
          <w:rFonts w:ascii="Arial" w:hAnsi="Arial"/>
        </w:rPr>
      </w:pPr>
      <w:bookmarkStart w:name="_Hlk35937103" w:id="0"/>
      <w:r>
        <w:rPr>
          <w:rFonts w:ascii="Arial" w:hAnsi="Arial"/>
        </w:rPr>
        <w:t xml:space="preserve">het </w:t>
      </w:r>
      <w:r w:rsidR="009028C1">
        <w:rPr>
          <w:rFonts w:ascii="Arial" w:hAnsi="Arial"/>
        </w:rPr>
        <w:t>toevoer</w:t>
      </w:r>
      <w:r>
        <w:rPr>
          <w:rFonts w:ascii="Arial" w:hAnsi="Arial"/>
        </w:rPr>
        <w:t xml:space="preserve">stuk </w:t>
      </w:r>
      <w:r w:rsidR="009028C1">
        <w:rPr>
          <w:rFonts w:ascii="Arial" w:hAnsi="Arial"/>
        </w:rPr>
        <w:t xml:space="preserve">voor aansluiting aan de watertoevoer </w:t>
      </w:r>
      <w:r>
        <w:rPr>
          <w:rFonts w:ascii="Arial" w:hAnsi="Arial"/>
        </w:rPr>
        <w:t>is van m</w:t>
      </w:r>
      <w:r w:rsidR="00E301FE">
        <w:rPr>
          <w:rFonts w:ascii="Arial" w:hAnsi="Arial"/>
        </w:rPr>
        <w:t>essing</w:t>
      </w:r>
    </w:p>
    <w:p w:rsidR="008101C0" w:rsidP="00F97930" w:rsidRDefault="00DD3192" w14:paraId="1EBC40E7" w14:textId="7449630B">
      <w:pPr>
        <w:pStyle w:val="Bulleted1"/>
        <w:rPr>
          <w:rFonts w:ascii="Arial" w:hAnsi="Arial"/>
        </w:rPr>
      </w:pPr>
      <w:r>
        <w:rPr>
          <w:rFonts w:ascii="Arial" w:hAnsi="Arial"/>
        </w:rPr>
        <w:t>de urinoirsifon is van kunststof</w:t>
      </w:r>
    </w:p>
    <w:p w:rsidRPr="00981C24" w:rsidR="00945AE1" w:rsidP="00945AE1" w:rsidRDefault="00945AE1" w14:paraId="21DC8B66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name="_Hlk35850410" w:id="1"/>
      <w:bookmarkEnd w:id="0"/>
      <w:r>
        <w:rPr>
          <w:rFonts w:ascii="Arial" w:hAnsi="Arial"/>
          <w:b/>
          <w:u w:val="none"/>
        </w:rPr>
        <w:t>Eigenschappen</w:t>
      </w:r>
    </w:p>
    <w:p w:rsidR="00297424" w:rsidP="00297424" w:rsidRDefault="00895D22" w14:paraId="24DC86D9" w14:textId="76755F6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automatische </w:t>
      </w:r>
      <w:r w:rsidR="00671254">
        <w:rPr>
          <w:rFonts w:ascii="Arial" w:hAnsi="Arial"/>
        </w:rPr>
        <w:t>urinoirsturing</w:t>
      </w:r>
    </w:p>
    <w:p w:rsidR="00671254" w:rsidP="00297424" w:rsidRDefault="00671254" w14:paraId="740430C4" w14:textId="4C9E5D2C">
      <w:pPr>
        <w:pStyle w:val="Bulleted1"/>
        <w:rPr>
          <w:rFonts w:ascii="Arial" w:hAnsi="Arial"/>
        </w:rPr>
      </w:pPr>
      <w:r>
        <w:rPr>
          <w:rFonts w:ascii="Arial" w:hAnsi="Arial"/>
        </w:rPr>
        <w:t>de helderheidssensor verhindert het opengaan van het magneetventiel wanneer het urinoir wordt gedemonteerd</w:t>
      </w:r>
    </w:p>
    <w:p w:rsidR="00B82D54" w:rsidP="00A4780D" w:rsidRDefault="00B82D54" w14:paraId="52E9C614" w14:textId="3375B77C">
      <w:pPr>
        <w:pStyle w:val="Bulleted1"/>
        <w:rPr>
          <w:rFonts w:ascii="Arial" w:hAnsi="Arial"/>
        </w:rPr>
      </w:pPr>
      <w:r w:rsidRPr="00B82D54">
        <w:rPr>
          <w:rFonts w:ascii="Arial" w:hAnsi="Arial"/>
        </w:rPr>
        <w:t>draadloze</w:t>
      </w:r>
      <w:r>
        <w:rPr>
          <w:rFonts w:ascii="Arial" w:hAnsi="Arial"/>
        </w:rPr>
        <w:t xml:space="preserve"> </w:t>
      </w:r>
      <w:r w:rsidRPr="00B82D54">
        <w:rPr>
          <w:rFonts w:ascii="Arial" w:hAnsi="Arial"/>
        </w:rPr>
        <w:t>verbinding mogelijk via Bluetooth</w:t>
      </w:r>
    </w:p>
    <w:p w:rsidRPr="00B82D54" w:rsidR="00DE1C8C" w:rsidP="00297424" w:rsidRDefault="00E301FE" w14:paraId="721933DF" w14:textId="580E973E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B82D54" w:rsidP="00297424" w:rsidRDefault="00B82D54" w14:paraId="42CCF94B" w14:textId="279235A2">
      <w:pPr>
        <w:pStyle w:val="Bulleted1"/>
        <w:rPr>
          <w:rFonts w:ascii="Arial" w:hAnsi="Arial"/>
        </w:rPr>
      </w:pPr>
      <w:r>
        <w:t>dynamische aanpassing van de spoelduur</w:t>
      </w:r>
    </w:p>
    <w:p w:rsidR="009251DA" w:rsidP="00297424" w:rsidRDefault="00B82D54" w14:paraId="4BE7E986" w14:textId="1EDC0EED">
      <w:pPr>
        <w:pStyle w:val="Bulleted1"/>
        <w:rPr>
          <w:rFonts w:ascii="Arial" w:hAnsi="Arial"/>
        </w:rPr>
      </w:pPr>
      <w:r>
        <w:rPr>
          <w:rFonts w:ascii="Arial" w:hAnsi="Arial"/>
        </w:rPr>
        <w:t>beveiliging tegen stroompannes</w:t>
      </w:r>
      <w:r w:rsidR="00646938">
        <w:rPr>
          <w:rFonts w:ascii="Arial" w:hAnsi="Arial"/>
        </w:rPr>
        <w:t>: magneetventiel sluit bij stroomuitval</w:t>
      </w:r>
    </w:p>
    <w:p w:rsidR="00646938" w:rsidP="00297424" w:rsidRDefault="00646938" w14:paraId="2549D475" w14:textId="1D848D3B">
      <w:pPr>
        <w:pStyle w:val="Bulleted1"/>
        <w:rPr>
          <w:rFonts w:ascii="Arial" w:hAnsi="Arial"/>
        </w:rPr>
      </w:pPr>
      <w:r>
        <w:rPr>
          <w:rFonts w:ascii="Arial" w:hAnsi="Arial"/>
        </w:rPr>
        <w:t>eenmalige spoeling na activering van de stroomtoevoer</w:t>
      </w:r>
    </w:p>
    <w:bookmarkEnd w:id="1"/>
    <w:p w:rsidRPr="00FD480B" w:rsidR="00D85369" w:rsidP="006222AA" w:rsidRDefault="00FD480B" w14:paraId="2DF7010C" w14:textId="738754E0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>bestand tegen vandalisme</w:t>
      </w:r>
    </w:p>
    <w:p w:rsidRPr="00981C24" w:rsidR="003A5000" w:rsidP="003A5000" w:rsidRDefault="00CA2995" w14:paraId="77EFE812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Pr="00735DE7" w:rsidR="00145383" w:rsidTr="00145383" w14:paraId="261EFA80" w14:textId="77777777">
        <w:tc>
          <w:tcPr>
            <w:tcW w:w="9663" w:type="dxa"/>
          </w:tcPr>
          <w:p w:rsidRPr="00735DE7" w:rsidR="00145383" w:rsidP="00145383" w:rsidRDefault="00DF0E8A" w14:paraId="49A6FC04" w14:textId="4B00D6EB">
            <w:r>
              <w:t>Compact, zodat het achter het urinoir verdoken kan worden geïnstalleerd.</w:t>
            </w:r>
          </w:p>
        </w:tc>
      </w:tr>
      <w:tr w:rsidRPr="00735DE7" w:rsidR="00145383" w:rsidTr="00145383" w14:paraId="04FFE4C3" w14:textId="77777777">
        <w:tc>
          <w:tcPr>
            <w:tcW w:w="9663" w:type="dxa"/>
          </w:tcPr>
          <w:p w:rsidR="00145383" w:rsidP="00145383" w:rsidRDefault="00145383" w14:paraId="0D7CBA33" w14:textId="1A7A4319">
            <w:pPr>
              <w:rPr>
                <w:rFonts w:ascii="Arial" w:hAnsi="Arial"/>
              </w:rPr>
            </w:pPr>
          </w:p>
        </w:tc>
      </w:tr>
    </w:tbl>
    <w:p w:rsidR="00E301FE" w:rsidRDefault="00E301FE" w14:paraId="27041050" w14:textId="77777777">
      <w:r>
        <w:br w:type="page"/>
      </w:r>
    </w:p>
    <w:p w:rsidRPr="00981C24" w:rsidR="00E301FE" w:rsidP="00E301FE" w:rsidRDefault="00E301FE" w14:paraId="61F2A76D" w14:textId="7777777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Pr="002A1799" w:rsidR="00E301FE" w:rsidTr="005F315D" w14:paraId="5F5B65F2" w14:textId="77777777">
        <w:trPr>
          <w:trHeight w:val="80"/>
        </w:trPr>
        <w:tc>
          <w:tcPr>
            <w:tcW w:w="3685" w:type="dxa"/>
          </w:tcPr>
          <w:p w:rsidRPr="005F38EA" w:rsidR="00E301FE" w:rsidP="00CC06A5" w:rsidRDefault="00E301FE" w14:paraId="350DDCA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Pr="002A1799" w:rsidR="00E301FE" w:rsidP="00CC06A5" w:rsidRDefault="00E301FE" w14:paraId="6FD8087A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DCA2788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Pr="002A1799" w:rsidR="00E301FE" w:rsidTr="005F315D" w14:paraId="74F2C3A7" w14:textId="77777777">
        <w:tc>
          <w:tcPr>
            <w:tcW w:w="3685" w:type="dxa"/>
          </w:tcPr>
          <w:p w:rsidRPr="005F38EA" w:rsidR="00E301FE" w:rsidP="00CC06A5" w:rsidRDefault="00E301FE" w14:paraId="5062D11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Pr="002A1799" w:rsidR="00E301FE" w:rsidP="00CC06A5" w:rsidRDefault="00E301FE" w14:paraId="79FBAFC6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79332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Pr="002A1799" w:rsidR="00E301FE" w:rsidTr="005F315D" w14:paraId="2CCB76A3" w14:textId="77777777">
        <w:tc>
          <w:tcPr>
            <w:tcW w:w="3685" w:type="dxa"/>
          </w:tcPr>
          <w:p w:rsidRPr="005F38EA" w:rsidR="00E301FE" w:rsidP="00CC06A5" w:rsidRDefault="00E301FE" w14:paraId="2048D5B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Pr="002A1799" w:rsidR="00E301FE" w:rsidP="00CC06A5" w:rsidRDefault="00E301FE" w14:paraId="253B33EF" w14:textId="77777777"/>
        </w:tc>
        <w:tc>
          <w:tcPr>
            <w:tcW w:w="4961" w:type="dxa"/>
          </w:tcPr>
          <w:p w:rsidRPr="005F38EA" w:rsidR="00E301FE" w:rsidP="00CC06A5" w:rsidRDefault="00E301FE" w14:paraId="6B440D9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Pr="002A1799" w:rsidR="00E301FE" w:rsidTr="005F315D" w14:paraId="26AB6198" w14:textId="77777777">
        <w:tc>
          <w:tcPr>
            <w:tcW w:w="3685" w:type="dxa"/>
          </w:tcPr>
          <w:p w:rsidRPr="005F38EA" w:rsidR="00E301FE" w:rsidP="00CC06A5" w:rsidRDefault="00E301FE" w14:paraId="1493180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Pr="002A1799" w:rsidR="00E301FE" w:rsidP="00CC06A5" w:rsidRDefault="00E301FE" w14:paraId="6A0D3242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174E01E5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Pr="002A1799" w:rsidR="00E301FE" w:rsidTr="005F315D" w14:paraId="32CA00F0" w14:textId="77777777">
        <w:tc>
          <w:tcPr>
            <w:tcW w:w="3685" w:type="dxa"/>
          </w:tcPr>
          <w:p w:rsidRPr="005F38EA" w:rsidR="00E301FE" w:rsidP="00CC06A5" w:rsidRDefault="00E301FE" w14:paraId="17CBCEED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Pr="002A1799" w:rsidR="00E301FE" w:rsidP="00CC06A5" w:rsidRDefault="00E301FE" w14:paraId="00CE1140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23648A" w14:paraId="7C786BBC" w14:textId="734FED0B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Pr="002A1799" w:rsidR="00E301FE" w:rsidTr="005F315D" w14:paraId="6739D265" w14:textId="77777777">
        <w:tc>
          <w:tcPr>
            <w:tcW w:w="3685" w:type="dxa"/>
          </w:tcPr>
          <w:p w:rsidRPr="005F38EA" w:rsidR="00E301FE" w:rsidP="00CC06A5" w:rsidRDefault="00E301FE" w14:paraId="0A92BCF3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Pr="002A1799" w:rsidR="00E301FE" w:rsidP="00CC06A5" w:rsidRDefault="00E301FE" w14:paraId="3A676DE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CEEFBAC" w14:textId="2E0BAC7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Pr="005F38EA" w:rsidR="00E301FE">
              <w:rPr>
                <w:rFonts w:ascii="Arial" w:hAnsi="Arial"/>
              </w:rPr>
              <w:t xml:space="preserve"> W</w:t>
            </w:r>
          </w:p>
        </w:tc>
      </w:tr>
      <w:tr w:rsidRPr="002A1799" w:rsidR="00E301FE" w:rsidTr="005F315D" w14:paraId="14937497" w14:textId="77777777">
        <w:tc>
          <w:tcPr>
            <w:tcW w:w="3685" w:type="dxa"/>
          </w:tcPr>
          <w:p w:rsidRPr="005F38EA" w:rsidR="00E301FE" w:rsidP="00CC06A5" w:rsidRDefault="00E301FE" w14:paraId="30494F8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Pr="002A1799" w:rsidR="00E301FE" w:rsidP="00CC06A5" w:rsidRDefault="00E301FE" w14:paraId="077C9190" w14:textId="77777777">
            <w:r w:rsidRPr="002A1799"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50E8F889" w14:textId="5FE2C4D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Pr="002A1799" w:rsidR="00E301FE" w:rsidTr="005F315D" w14:paraId="2815BD14" w14:textId="77777777">
        <w:tc>
          <w:tcPr>
            <w:tcW w:w="3685" w:type="dxa"/>
          </w:tcPr>
          <w:p w:rsidRPr="005F38EA" w:rsidR="00E301FE" w:rsidP="00CC06A5" w:rsidRDefault="00E301FE" w14:paraId="77EC9001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Pr="002A1799" w:rsidR="00E301FE" w:rsidP="00CC06A5" w:rsidRDefault="00E301FE" w14:paraId="495D7DAF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22AB7E37" w14:textId="1F76714E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Pr="005F38EA" w:rsidR="00E301FE">
              <w:rPr>
                <w:rFonts w:ascii="Arial" w:hAnsi="Arial"/>
              </w:rPr>
              <w:t>0 °C</w:t>
            </w:r>
          </w:p>
        </w:tc>
      </w:tr>
      <w:tr w:rsidRPr="002A1799" w:rsidR="00E301FE" w:rsidTr="005F315D" w14:paraId="291E40E5" w14:textId="77777777">
        <w:tc>
          <w:tcPr>
            <w:tcW w:w="3685" w:type="dxa"/>
          </w:tcPr>
          <w:p w:rsidRPr="005F38EA" w:rsidR="00E301FE" w:rsidP="00CC06A5" w:rsidRDefault="00E301FE" w14:paraId="65036B79" w14:textId="3698C02F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Debiet bij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:rsidRPr="002A1799" w:rsidR="00E301FE" w:rsidP="00CC06A5" w:rsidRDefault="00E301FE" w14:paraId="4F3EFE89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3EB7B818" w14:textId="5BD5544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Pr="002A1799" w:rsidR="00E301FE" w:rsidTr="005F315D" w14:paraId="0C622FD9" w14:textId="77777777">
        <w:tc>
          <w:tcPr>
            <w:tcW w:w="3685" w:type="dxa"/>
          </w:tcPr>
          <w:p w:rsidRPr="005F38EA" w:rsidR="00E301FE" w:rsidP="00CC06A5" w:rsidRDefault="00E301FE" w14:paraId="08AC524F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55DE4E41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E301FE" w14:paraId="4C6CFE3C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Pr="002A1799" w:rsidR="00E301FE" w:rsidTr="005F315D" w14:paraId="4EE78483" w14:textId="77777777">
        <w:tc>
          <w:tcPr>
            <w:tcW w:w="3685" w:type="dxa"/>
          </w:tcPr>
          <w:p w:rsidRPr="005F38EA" w:rsidR="00E301FE" w:rsidP="00CC06A5" w:rsidRDefault="00E76906" w14:paraId="2DD24876" w14:textId="77777777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Pr="002A1799" w:rsidR="00E301FE" w:rsidP="00CC06A5" w:rsidRDefault="00E301FE" w14:paraId="7732AC48" w14:textId="77777777">
            <w:r>
              <w:t>:</w:t>
            </w:r>
          </w:p>
        </w:tc>
        <w:tc>
          <w:tcPr>
            <w:tcW w:w="4961" w:type="dxa"/>
          </w:tcPr>
          <w:p w:rsidRPr="005F38EA" w:rsidR="00E301FE" w:rsidP="00CC06A5" w:rsidRDefault="00646938" w14:paraId="6E08490E" w14:textId="4C63E493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:rsidRPr="00B64DD5" w:rsidR="008D0552" w:rsidP="008D0552" w:rsidRDefault="00016FF3" w14:paraId="22D37B1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P="00C62998" w:rsidRDefault="00016FF3" w14:paraId="26270C76" w14:textId="77777777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Pr="00B64DD5" w:rsidR="000C0EB2" w:rsidP="000C0EB2" w:rsidRDefault="000C0EB2" w14:paraId="4315C72F" w14:textId="7777777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Pr="00A75548" w:rsidR="00FB49FD" w:rsidTr="00F4027B" w14:paraId="69CD6215" w14:textId="77777777">
        <w:trPr>
          <w:trHeight w:val="3402" w:hRule="exact"/>
        </w:trPr>
        <w:tc>
          <w:tcPr>
            <w:tcW w:w="3341" w:type="dxa"/>
            <w:vAlign w:val="bottom"/>
          </w:tcPr>
          <w:p w:rsidR="00FB49FD" w:rsidP="00F4027B" w:rsidRDefault="005532AD" w14:paraId="35873862" w14:textId="34A4E40D">
            <w:pPr>
              <w:jc w:val="center"/>
              <w:rPr>
                <w:rFonts w:ascii="Arial" w:hAnsi="Arial" w:cs="Arial"/>
                <w:noProof/>
              </w:rPr>
            </w:pPr>
            <w:bookmarkStart w:name="_Hlk37860210" w:id="2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1F8AC711" w14:textId="270D5BF3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P="007A2316" w:rsidRDefault="00061CF6" w14:paraId="2A03AB3F" w14:textId="5FA80BF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DE12F7" w:rsidP="00700F00" w:rsidRDefault="00DE12F7" w14:paraId="06BBA5EA" w14:textId="777777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orient="portrait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54A5" w:rsidRDefault="00D554A5" w14:paraId="77129E35" w14:textId="77777777">
      <w:r>
        <w:separator/>
      </w:r>
    </w:p>
  </w:endnote>
  <w:endnote w:type="continuationSeparator" w:id="0">
    <w:p w:rsidR="00D554A5" w:rsidRDefault="00D554A5" w14:paraId="204C576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292A26" w:rsidR="00E43D97" w14:paraId="3C9FA0FB" w14:textId="77777777">
      <w:tc>
        <w:tcPr>
          <w:tcW w:w="3392" w:type="dxa"/>
        </w:tcPr>
        <w:p w:rsidR="00E43D97" w:rsidP="00EC05E6" w:rsidRDefault="00E43D97" w14:paraId="648F7D9D" w14:textId="77777777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 w14:paraId="6FD2EE23" w14:textId="7777777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Pr="00292A26" w:rsidR="00E43D97" w:rsidP="00272819" w:rsidRDefault="00E43D97" w14:paraId="0A06A975" w14:textId="77777777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Pr="00292A26" w:rsidR="00E43D97" w:rsidRDefault="00E43D97" w14:paraId="52EF8EDB" w14:textId="7777777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54A5" w:rsidRDefault="00D554A5" w14:paraId="709CB0E8" w14:textId="77777777">
      <w:r>
        <w:separator/>
      </w:r>
    </w:p>
  </w:footnote>
  <w:footnote w:type="continuationSeparator" w:id="0">
    <w:p w:rsidR="00D554A5" w:rsidRDefault="00D554A5" w14:paraId="463B96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64DD5" w:rsidR="00E43D97" w:rsidP="00080B0F" w:rsidRDefault="00E43D97" w14:paraId="5F61F33A" w14:textId="28A16556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290CAC">
      <w:rPr>
        <w:rFonts w:ascii="Arial" w:hAnsi="Arial"/>
        <w:b/>
      </w:rPr>
      <w:t>urinoirsturing met elektronische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64DD5" w:rsidR="00E43D97" w:rsidP="00080B0F" w:rsidRDefault="00290CAC" w14:paraId="4BBCDA60" w14:textId="5BC21DA5">
    <w:pPr>
      <w:pStyle w:val="Header"/>
      <w:rPr>
        <w:rFonts w:ascii="Arial" w:hAnsi="Arial"/>
        <w:b/>
      </w:rPr>
    </w:pPr>
    <w:r>
      <w:rPr>
        <w:rFonts w:ascii="Arial" w:hAnsi="Arial"/>
        <w:b/>
      </w:rPr>
      <w:t>spoelactivering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6D28E5">
      <w:rPr>
        <w:rFonts w:ascii="Arial" w:hAnsi="Arial"/>
        <w:b/>
      </w:rPr>
      <w:t>, opbouw,</w:t>
    </w:r>
    <w:r w:rsidR="006D28E5">
      <w:rPr>
        <w:rFonts w:ascii="Arial" w:hAnsi="Arial"/>
        <w:b/>
      </w:rPr>
      <w:br/>
    </w:r>
    <w:r w:rsidR="006D28E5">
      <w:rPr>
        <w:rFonts w:ascii="Arial" w:hAnsi="Arial"/>
        <w:b/>
      </w:rPr>
      <w:t>verdoken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225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5268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5583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2D54"/>
    <w:rsid w:val="00B8305A"/>
    <w:rsid w:val="00B857EC"/>
    <w:rsid w:val="00B86FCC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Normal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Normal"/>
    <w:rsid w:val="00046FF8"/>
    <w:pPr>
      <w:numPr>
        <w:numId w:val="22"/>
      </w:numPr>
    </w:pPr>
  </w:style>
  <w:style w:type="paragraph" w:styleId="Bulleted3" w:customStyle="1">
    <w:name w:val="Bulleted 3"/>
    <w:basedOn w:val="Normal"/>
    <w:rsid w:val="00046FF8"/>
    <w:pPr>
      <w:numPr>
        <w:numId w:val="23"/>
      </w:numPr>
    </w:pPr>
  </w:style>
  <w:style w:type="paragraph" w:styleId="Bulleted4" w:customStyle="1">
    <w:name w:val="Bulleted 4"/>
    <w:basedOn w:val="Normal"/>
    <w:rsid w:val="00C177D8"/>
    <w:pPr>
      <w:numPr>
        <w:numId w:val="26"/>
      </w:numPr>
    </w:pPr>
  </w:style>
  <w:style w:type="paragraph" w:styleId="legendeblauw" w:customStyle="1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Heading1Char" w:customStyle="1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80F46-108F-4B0B-85A5-2B002A9B58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LASTB.DOT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Andy Schouppe</cp:lastModifiedBy>
  <cp:revision>49</cp:revision>
  <cp:lastPrinted>2011-12-15T11:32:00Z</cp:lastPrinted>
  <dcterms:created xsi:type="dcterms:W3CDTF">2023-02-24T08:28:00Z</dcterms:created>
  <dcterms:modified xsi:type="dcterms:W3CDTF">2023-05-15T13:28:09Z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